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59"/>
        <w:gridCol w:w="3007"/>
        <w:gridCol w:w="4660"/>
        <w:gridCol w:w="13"/>
      </w:tblGrid>
      <w:tr w:rsidR="003B7DF9" w:rsidTr="00F02F44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4E7AE7" w:rsidP="00C46D06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6D06">
              <w:rPr>
                <w:rFonts w:ascii="Arial" w:hAnsi="Arial" w:cs="Arial"/>
                <w:sz w:val="18"/>
                <w:szCs w:val="18"/>
              </w:rPr>
              <w:t>73</w:t>
            </w:r>
          </w:p>
        </w:tc>
      </w:tr>
      <w:tr w:rsidR="003B7DF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7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46D06" w:rsidP="00984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A&amp;G request – Seamus requests routine duplex please.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5108E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1737533</wp:posOffset>
                      </wp:positionH>
                      <wp:positionV relativeFrom="paragraph">
                        <wp:posOffset>112651</wp:posOffset>
                      </wp:positionV>
                      <wp:extent cx="2786380" cy="5118735"/>
                      <wp:effectExtent l="0" t="0" r="13970" b="24765"/>
                      <wp:wrapNone/>
                      <wp:docPr id="45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46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64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  <a:gd name="connsiteX0" fmla="*/ 0 w 9949"/>
                                    <a:gd name="connsiteY0" fmla="*/ 0 h 10000"/>
                                    <a:gd name="connsiteX1" fmla="*/ 186 w 9949"/>
                                    <a:gd name="connsiteY1" fmla="*/ 916 h 10000"/>
                                    <a:gd name="connsiteX2" fmla="*/ 790 w 9949"/>
                                    <a:gd name="connsiteY2" fmla="*/ 1578 h 10000"/>
                                    <a:gd name="connsiteX3" fmla="*/ 3367 w 9949"/>
                                    <a:gd name="connsiteY3" fmla="*/ 2838 h 10000"/>
                                    <a:gd name="connsiteX4" fmla="*/ 4168 w 9949"/>
                                    <a:gd name="connsiteY4" fmla="*/ 3678 h 10000"/>
                                    <a:gd name="connsiteX5" fmla="*/ 4800 w 9949"/>
                                    <a:gd name="connsiteY5" fmla="*/ 5168 h 10000"/>
                                    <a:gd name="connsiteX6" fmla="*/ 6045 w 9949"/>
                                    <a:gd name="connsiteY6" fmla="*/ 6116 h 10000"/>
                                    <a:gd name="connsiteX7" fmla="*/ 6159 w 9949"/>
                                    <a:gd name="connsiteY7" fmla="*/ 6568 h 10000"/>
                                    <a:gd name="connsiteX8" fmla="*/ 8455 w 9949"/>
                                    <a:gd name="connsiteY8" fmla="*/ 7318 h 10000"/>
                                    <a:gd name="connsiteX9" fmla="*/ 9058 w 9949"/>
                                    <a:gd name="connsiteY9" fmla="*/ 8613 h 10000"/>
                                    <a:gd name="connsiteX10" fmla="*/ 9853 w 9949"/>
                                    <a:gd name="connsiteY10" fmla="*/ 9568 h 10000"/>
                                    <a:gd name="connsiteX11" fmla="*/ 9949 w 9949"/>
                                    <a:gd name="connsiteY11" fmla="*/ 10000 h 10000"/>
                                    <a:gd name="connsiteX0" fmla="*/ 0 w 10000"/>
                                    <a:gd name="connsiteY0" fmla="*/ 0 h 10000"/>
                                    <a:gd name="connsiteX1" fmla="*/ 187 w 10000"/>
                                    <a:gd name="connsiteY1" fmla="*/ 916 h 10000"/>
                                    <a:gd name="connsiteX2" fmla="*/ 794 w 10000"/>
                                    <a:gd name="connsiteY2" fmla="*/ 1578 h 10000"/>
                                    <a:gd name="connsiteX3" fmla="*/ 3384 w 10000"/>
                                    <a:gd name="connsiteY3" fmla="*/ 2838 h 10000"/>
                                    <a:gd name="connsiteX4" fmla="*/ 4189 w 10000"/>
                                    <a:gd name="connsiteY4" fmla="*/ 3678 h 10000"/>
                                    <a:gd name="connsiteX5" fmla="*/ 4825 w 10000"/>
                                    <a:gd name="connsiteY5" fmla="*/ 5168 h 10000"/>
                                    <a:gd name="connsiteX6" fmla="*/ 5648 w 10000"/>
                                    <a:gd name="connsiteY6" fmla="*/ 5920 h 10000"/>
                                    <a:gd name="connsiteX7" fmla="*/ 6076 w 10000"/>
                                    <a:gd name="connsiteY7" fmla="*/ 6116 h 10000"/>
                                    <a:gd name="connsiteX8" fmla="*/ 6191 w 10000"/>
                                    <a:gd name="connsiteY8" fmla="*/ 6568 h 10000"/>
                                    <a:gd name="connsiteX9" fmla="*/ 8498 w 10000"/>
                                    <a:gd name="connsiteY9" fmla="*/ 7318 h 10000"/>
                                    <a:gd name="connsiteX10" fmla="*/ 9104 w 10000"/>
                                    <a:gd name="connsiteY10" fmla="*/ 8613 h 10000"/>
                                    <a:gd name="connsiteX11" fmla="*/ 9904 w 10000"/>
                                    <a:gd name="connsiteY11" fmla="*/ 9568 h 10000"/>
                                    <a:gd name="connsiteX12" fmla="*/ 10000 w 10000"/>
                                    <a:gd name="connsiteY12" fmla="*/ 10000 h 10000"/>
                                    <a:gd name="connsiteX0" fmla="*/ 0 w 10000"/>
                                    <a:gd name="connsiteY0" fmla="*/ 0 h 10000"/>
                                    <a:gd name="connsiteX1" fmla="*/ 187 w 10000"/>
                                    <a:gd name="connsiteY1" fmla="*/ 916 h 10000"/>
                                    <a:gd name="connsiteX2" fmla="*/ 794 w 10000"/>
                                    <a:gd name="connsiteY2" fmla="*/ 1578 h 10000"/>
                                    <a:gd name="connsiteX3" fmla="*/ 3384 w 10000"/>
                                    <a:gd name="connsiteY3" fmla="*/ 2838 h 10000"/>
                                    <a:gd name="connsiteX4" fmla="*/ 4189 w 10000"/>
                                    <a:gd name="connsiteY4" fmla="*/ 3678 h 10000"/>
                                    <a:gd name="connsiteX5" fmla="*/ 4825 w 10000"/>
                                    <a:gd name="connsiteY5" fmla="*/ 5168 h 10000"/>
                                    <a:gd name="connsiteX6" fmla="*/ 5648 w 10000"/>
                                    <a:gd name="connsiteY6" fmla="*/ 5920 h 10000"/>
                                    <a:gd name="connsiteX7" fmla="*/ 6076 w 10000"/>
                                    <a:gd name="connsiteY7" fmla="*/ 6116 h 10000"/>
                                    <a:gd name="connsiteX8" fmla="*/ 5807 w 10000"/>
                                    <a:gd name="connsiteY8" fmla="*/ 6273 h 10000"/>
                                    <a:gd name="connsiteX9" fmla="*/ 6191 w 10000"/>
                                    <a:gd name="connsiteY9" fmla="*/ 6568 h 10000"/>
                                    <a:gd name="connsiteX10" fmla="*/ 8498 w 10000"/>
                                    <a:gd name="connsiteY10" fmla="*/ 7318 h 10000"/>
                                    <a:gd name="connsiteX11" fmla="*/ 9104 w 10000"/>
                                    <a:gd name="connsiteY11" fmla="*/ 8613 h 10000"/>
                                    <a:gd name="connsiteX12" fmla="*/ 9904 w 10000"/>
                                    <a:gd name="connsiteY12" fmla="*/ 9568 h 10000"/>
                                    <a:gd name="connsiteX13" fmla="*/ 10000 w 10000"/>
                                    <a:gd name="connsiteY13" fmla="*/ 10000 h 1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0000" h="10000">
                                      <a:moveTo>
                                        <a:pt x="0" y="0"/>
                                      </a:moveTo>
                                      <a:cubicBezTo>
                                        <a:pt x="28" y="152"/>
                                        <a:pt x="56" y="653"/>
                                        <a:pt x="187" y="916"/>
                                      </a:cubicBezTo>
                                      <a:cubicBezTo>
                                        <a:pt x="318" y="1178"/>
                                        <a:pt x="260" y="1258"/>
                                        <a:pt x="794" y="1578"/>
                                      </a:cubicBezTo>
                                      <a:cubicBezTo>
                                        <a:pt x="1327" y="1898"/>
                                        <a:pt x="2817" y="2487"/>
                                        <a:pt x="3384" y="2838"/>
                                      </a:cubicBezTo>
                                      <a:cubicBezTo>
                                        <a:pt x="3951" y="3188"/>
                                        <a:pt x="3951" y="3290"/>
                                        <a:pt x="4189" y="3678"/>
                                      </a:cubicBezTo>
                                      <a:cubicBezTo>
                                        <a:pt x="4428" y="4068"/>
                                        <a:pt x="4555" y="4788"/>
                                        <a:pt x="4825" y="5168"/>
                                      </a:cubicBezTo>
                                      <a:cubicBezTo>
                                        <a:pt x="5095" y="5548"/>
                                        <a:pt x="5440" y="5762"/>
                                        <a:pt x="5648" y="5920"/>
                                      </a:cubicBezTo>
                                      <a:cubicBezTo>
                                        <a:pt x="5856" y="6078"/>
                                        <a:pt x="6050" y="6057"/>
                                        <a:pt x="6076" y="6116"/>
                                      </a:cubicBezTo>
                                      <a:cubicBezTo>
                                        <a:pt x="6102" y="6175"/>
                                        <a:pt x="5788" y="6198"/>
                                        <a:pt x="5807" y="6273"/>
                                      </a:cubicBezTo>
                                      <a:cubicBezTo>
                                        <a:pt x="5826" y="6348"/>
                                        <a:pt x="5769" y="6390"/>
                                        <a:pt x="6191" y="6568"/>
                                      </a:cubicBezTo>
                                      <a:cubicBezTo>
                                        <a:pt x="6661" y="6759"/>
                                        <a:pt x="8011" y="6977"/>
                                        <a:pt x="8498" y="7318"/>
                                      </a:cubicBezTo>
                                      <a:cubicBezTo>
                                        <a:pt x="8980" y="7660"/>
                                        <a:pt x="8872" y="8237"/>
                                        <a:pt x="9104" y="8613"/>
                                      </a:cubicBezTo>
                                      <a:cubicBezTo>
                                        <a:pt x="9337" y="8989"/>
                                        <a:pt x="9751" y="9337"/>
                                        <a:pt x="9904" y="9568"/>
                                      </a:cubicBezTo>
                                      <a:cubicBezTo>
                                        <a:pt x="10051" y="9799"/>
                                        <a:pt x="9978" y="9910"/>
                                        <a:pt x="10000" y="100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CE87EC" id="Group 751" o:spid="_x0000_s1026" style="position:absolute;margin-left:136.8pt;margin-top:8.85pt;width:219.4pt;height:403.05pt;z-index:25166182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64;height:79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" path="m,c28,152,56,653,187,916v131,262,73,342,607,662c1327,1898,2817,2487,3384,2838v567,350,567,452,805,840c4428,4068,4555,4788,4825,5168v270,380,615,594,823,752c5856,6078,6050,6057,6076,6116v26,59,-288,82,-269,157c5826,6348,5769,6390,6191,6568v470,191,1820,409,2307,750c8980,7660,8872,8237,9104,8613v233,376,647,724,800,955c10051,9799,9978,9910,10000,10000e" filled="f">
                        <v:path arrowok="t" o:connecttype="custom" o:connectlocs="0,0;33,729;140,1256;597,2259;739,2928;851,4114;996,4712;1072,4868;1024,4993;1092,5228;1499,5825;1606,6856;1747,7616;1764,7960" o:connectangles="0,0,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F02F44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263C9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3866515</wp:posOffset>
                      </wp:positionH>
                      <wp:positionV relativeFrom="paragraph">
                        <wp:posOffset>3839845</wp:posOffset>
                      </wp:positionV>
                      <wp:extent cx="25400" cy="171450"/>
                      <wp:effectExtent l="0" t="0" r="12700" b="19050"/>
                      <wp:wrapNone/>
                      <wp:docPr id="82" name="Freeform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" cy="171450"/>
                              </a:xfrm>
                              <a:custGeom>
                                <a:avLst/>
                                <a:gdLst>
                                  <a:gd name="connsiteX0" fmla="*/ 0 w 25400"/>
                                  <a:gd name="connsiteY0" fmla="*/ 0 h 171450"/>
                                  <a:gd name="connsiteX1" fmla="*/ 19050 w 25400"/>
                                  <a:gd name="connsiteY1" fmla="*/ 82550 h 171450"/>
                                  <a:gd name="connsiteX2" fmla="*/ 25400 w 25400"/>
                                  <a:gd name="connsiteY2" fmla="*/ 171450 h 171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400" h="171450">
                                    <a:moveTo>
                                      <a:pt x="0" y="0"/>
                                    </a:moveTo>
                                    <a:cubicBezTo>
                                      <a:pt x="7408" y="26987"/>
                                      <a:pt x="14817" y="53975"/>
                                      <a:pt x="19050" y="82550"/>
                                    </a:cubicBezTo>
                                    <a:cubicBezTo>
                                      <a:pt x="23283" y="111125"/>
                                      <a:pt x="24341" y="141287"/>
                                      <a:pt x="25400" y="17145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7DC4DF" id="Freeform 82" o:spid="_x0000_s1026" style="position:absolute;margin-left:304.45pt;margin-top:302.35pt;width:2pt;height:13.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" path="m,c7408,26987,14817,53975,19050,82550v4233,28575,5291,58737,6350,88900e" filled="f" strokecolor="black [3213]" strokeweight="1.5pt">
                      <v:stroke joinstyle="miter"/>
                      <v:path arrowok="t" o:connecttype="custom" o:connectlocs="0,0;19050,82550;25400,17145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2996565</wp:posOffset>
                      </wp:positionH>
                      <wp:positionV relativeFrom="paragraph">
                        <wp:posOffset>3906520</wp:posOffset>
                      </wp:positionV>
                      <wp:extent cx="507365" cy="152400"/>
                      <wp:effectExtent l="1905" t="3175" r="5080" b="6350"/>
                      <wp:wrapNone/>
                      <wp:docPr id="35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T184/92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89" o:spid="_x0000_s1026" type="#_x0000_t202" style="position:absolute;left:0;text-align:left;margin-left:235.95pt;margin-top:307.6pt;width:39.95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32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T184/92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3980815</wp:posOffset>
                      </wp:positionV>
                      <wp:extent cx="387985" cy="0"/>
                      <wp:effectExtent l="13970" t="10795" r="7620" b="8255"/>
                      <wp:wrapNone/>
                      <wp:docPr id="33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17394F" id="Line 811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15pt,313.45pt" to="305.7pt,3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"/>
                  </w:pict>
                </mc:Fallback>
              </mc:AlternateContent>
            </w:r>
            <w:r w:rsidR="00ED259E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3731895</wp:posOffset>
                      </wp:positionH>
                      <wp:positionV relativeFrom="paragraph">
                        <wp:posOffset>2310765</wp:posOffset>
                      </wp:positionV>
                      <wp:extent cx="30480" cy="251460"/>
                      <wp:effectExtent l="19050" t="38100" r="45720" b="53340"/>
                      <wp:wrapNone/>
                      <wp:docPr id="88" name="Freeform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" cy="251460"/>
                              </a:xfrm>
                              <a:custGeom>
                                <a:avLst/>
                                <a:gdLst>
                                  <a:gd name="connsiteX0" fmla="*/ 0 w 30480"/>
                                  <a:gd name="connsiteY0" fmla="*/ 0 h 251460"/>
                                  <a:gd name="connsiteX1" fmla="*/ 30480 w 30480"/>
                                  <a:gd name="connsiteY1" fmla="*/ 110490 h 251460"/>
                                  <a:gd name="connsiteX2" fmla="*/ 26670 w 30480"/>
                                  <a:gd name="connsiteY2" fmla="*/ 251460 h 251460"/>
                                  <a:gd name="connsiteX3" fmla="*/ 0 w 30480"/>
                                  <a:gd name="connsiteY3" fmla="*/ 0 h 2514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0480" h="251460">
                                    <a:moveTo>
                                      <a:pt x="0" y="0"/>
                                    </a:moveTo>
                                    <a:lnTo>
                                      <a:pt x="30480" y="110490"/>
                                    </a:lnTo>
                                    <a:lnTo>
                                      <a:pt x="26670" y="2514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B60943" id="Freeform 88" o:spid="_x0000_s1026" style="position:absolute;margin-left:293.85pt;margin-top:181.95pt;width:2.4pt;height:19.8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,251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" path="m,l30480,110490,26670,251460,,xe" strokecolor="black [3213]">
                      <v:fill r:id="rId7" o:title="" recolor="t" rotate="t" type="tile"/>
                      <v:stroke joinstyle="miter"/>
                      <v:path arrowok="t" o:connecttype="custom" o:connectlocs="0,0;30480,110490;26670,251460;0,0" o:connectangles="0,0,0,0"/>
                    </v:shape>
                  </w:pict>
                </mc:Fallback>
              </mc:AlternateContent>
            </w:r>
            <w:r w:rsidR="00ED259E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3579579</wp:posOffset>
                      </wp:positionH>
                      <wp:positionV relativeFrom="paragraph">
                        <wp:posOffset>1203060</wp:posOffset>
                      </wp:positionV>
                      <wp:extent cx="371789" cy="1843872"/>
                      <wp:effectExtent l="38100" t="38100" r="66675" b="61595"/>
                      <wp:wrapNone/>
                      <wp:docPr id="87" name="Freeform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789" cy="1843872"/>
                              </a:xfrm>
                              <a:custGeom>
                                <a:avLst/>
                                <a:gdLst>
                                  <a:gd name="connsiteX0" fmla="*/ 0 w 371789"/>
                                  <a:gd name="connsiteY0" fmla="*/ 0 h 1843872"/>
                                  <a:gd name="connsiteX1" fmla="*/ 105507 w 371789"/>
                                  <a:gd name="connsiteY1" fmla="*/ 271305 h 1843872"/>
                                  <a:gd name="connsiteX2" fmla="*/ 155749 w 371789"/>
                                  <a:gd name="connsiteY2" fmla="*/ 442127 h 1843872"/>
                                  <a:gd name="connsiteX3" fmla="*/ 200967 w 371789"/>
                                  <a:gd name="connsiteY3" fmla="*/ 793820 h 1843872"/>
                                  <a:gd name="connsiteX4" fmla="*/ 261257 w 371789"/>
                                  <a:gd name="connsiteY4" fmla="*/ 1446962 h 1843872"/>
                                  <a:gd name="connsiteX5" fmla="*/ 316523 w 371789"/>
                                  <a:gd name="connsiteY5" fmla="*/ 1718268 h 1843872"/>
                                  <a:gd name="connsiteX6" fmla="*/ 371789 w 371789"/>
                                  <a:gd name="connsiteY6" fmla="*/ 1843872 h 1843872"/>
                                  <a:gd name="connsiteX7" fmla="*/ 316523 w 371789"/>
                                  <a:gd name="connsiteY7" fmla="*/ 1728316 h 1843872"/>
                                  <a:gd name="connsiteX8" fmla="*/ 241160 w 371789"/>
                                  <a:gd name="connsiteY8" fmla="*/ 1446962 h 1843872"/>
                                  <a:gd name="connsiteX9" fmla="*/ 190918 w 371789"/>
                                  <a:gd name="connsiteY9" fmla="*/ 1045028 h 1843872"/>
                                  <a:gd name="connsiteX10" fmla="*/ 160773 w 371789"/>
                                  <a:gd name="connsiteY10" fmla="*/ 643094 h 1843872"/>
                                  <a:gd name="connsiteX11" fmla="*/ 110532 w 371789"/>
                                  <a:gd name="connsiteY11" fmla="*/ 336620 h 1843872"/>
                                  <a:gd name="connsiteX12" fmla="*/ 0 w 371789"/>
                                  <a:gd name="connsiteY12" fmla="*/ 0 h 1843872"/>
                                  <a:gd name="connsiteX0" fmla="*/ 0 w 371789"/>
                                  <a:gd name="connsiteY0" fmla="*/ 0 h 1843872"/>
                                  <a:gd name="connsiteX1" fmla="*/ 105507 w 371789"/>
                                  <a:gd name="connsiteY1" fmla="*/ 271305 h 1843872"/>
                                  <a:gd name="connsiteX2" fmla="*/ 155749 w 371789"/>
                                  <a:gd name="connsiteY2" fmla="*/ 442127 h 1843872"/>
                                  <a:gd name="connsiteX3" fmla="*/ 200967 w 371789"/>
                                  <a:gd name="connsiteY3" fmla="*/ 793820 h 1843872"/>
                                  <a:gd name="connsiteX4" fmla="*/ 261257 w 371789"/>
                                  <a:gd name="connsiteY4" fmla="*/ 1446962 h 1843872"/>
                                  <a:gd name="connsiteX5" fmla="*/ 316523 w 371789"/>
                                  <a:gd name="connsiteY5" fmla="*/ 1718268 h 1843872"/>
                                  <a:gd name="connsiteX6" fmla="*/ 371789 w 371789"/>
                                  <a:gd name="connsiteY6" fmla="*/ 1843872 h 1843872"/>
                                  <a:gd name="connsiteX7" fmla="*/ 316523 w 371789"/>
                                  <a:gd name="connsiteY7" fmla="*/ 1728316 h 1843872"/>
                                  <a:gd name="connsiteX8" fmla="*/ 241160 w 371789"/>
                                  <a:gd name="connsiteY8" fmla="*/ 1446962 h 1843872"/>
                                  <a:gd name="connsiteX9" fmla="*/ 211193 w 371789"/>
                                  <a:gd name="connsiteY9" fmla="*/ 1196057 h 1843872"/>
                                  <a:gd name="connsiteX10" fmla="*/ 190918 w 371789"/>
                                  <a:gd name="connsiteY10" fmla="*/ 1045028 h 1843872"/>
                                  <a:gd name="connsiteX11" fmla="*/ 160773 w 371789"/>
                                  <a:gd name="connsiteY11" fmla="*/ 643094 h 1843872"/>
                                  <a:gd name="connsiteX12" fmla="*/ 110532 w 371789"/>
                                  <a:gd name="connsiteY12" fmla="*/ 336620 h 1843872"/>
                                  <a:gd name="connsiteX13" fmla="*/ 0 w 371789"/>
                                  <a:gd name="connsiteY13" fmla="*/ 0 h 1843872"/>
                                  <a:gd name="connsiteX0" fmla="*/ 0 w 371789"/>
                                  <a:gd name="connsiteY0" fmla="*/ 0 h 1843872"/>
                                  <a:gd name="connsiteX1" fmla="*/ 105507 w 371789"/>
                                  <a:gd name="connsiteY1" fmla="*/ 271305 h 1843872"/>
                                  <a:gd name="connsiteX2" fmla="*/ 155749 w 371789"/>
                                  <a:gd name="connsiteY2" fmla="*/ 442127 h 1843872"/>
                                  <a:gd name="connsiteX3" fmla="*/ 200967 w 371789"/>
                                  <a:gd name="connsiteY3" fmla="*/ 793820 h 1843872"/>
                                  <a:gd name="connsiteX4" fmla="*/ 261257 w 371789"/>
                                  <a:gd name="connsiteY4" fmla="*/ 1446962 h 1843872"/>
                                  <a:gd name="connsiteX5" fmla="*/ 316523 w 371789"/>
                                  <a:gd name="connsiteY5" fmla="*/ 1718268 h 1843872"/>
                                  <a:gd name="connsiteX6" fmla="*/ 371789 w 371789"/>
                                  <a:gd name="connsiteY6" fmla="*/ 1843872 h 1843872"/>
                                  <a:gd name="connsiteX7" fmla="*/ 316523 w 371789"/>
                                  <a:gd name="connsiteY7" fmla="*/ 1728316 h 1843872"/>
                                  <a:gd name="connsiteX8" fmla="*/ 241160 w 371789"/>
                                  <a:gd name="connsiteY8" fmla="*/ 1446962 h 1843872"/>
                                  <a:gd name="connsiteX9" fmla="*/ 211193 w 371789"/>
                                  <a:gd name="connsiteY9" fmla="*/ 1196057 h 1843872"/>
                                  <a:gd name="connsiteX10" fmla="*/ 211032 w 371789"/>
                                  <a:gd name="connsiteY10" fmla="*/ 1055078 h 1843872"/>
                                  <a:gd name="connsiteX11" fmla="*/ 160773 w 371789"/>
                                  <a:gd name="connsiteY11" fmla="*/ 643094 h 1843872"/>
                                  <a:gd name="connsiteX12" fmla="*/ 110532 w 371789"/>
                                  <a:gd name="connsiteY12" fmla="*/ 336620 h 1843872"/>
                                  <a:gd name="connsiteX13" fmla="*/ 0 w 371789"/>
                                  <a:gd name="connsiteY13" fmla="*/ 0 h 1843872"/>
                                  <a:gd name="connsiteX0" fmla="*/ 0 w 371789"/>
                                  <a:gd name="connsiteY0" fmla="*/ 0 h 1843872"/>
                                  <a:gd name="connsiteX1" fmla="*/ 105507 w 371789"/>
                                  <a:gd name="connsiteY1" fmla="*/ 271305 h 1843872"/>
                                  <a:gd name="connsiteX2" fmla="*/ 155749 w 371789"/>
                                  <a:gd name="connsiteY2" fmla="*/ 442127 h 1843872"/>
                                  <a:gd name="connsiteX3" fmla="*/ 200967 w 371789"/>
                                  <a:gd name="connsiteY3" fmla="*/ 793820 h 1843872"/>
                                  <a:gd name="connsiteX4" fmla="*/ 261257 w 371789"/>
                                  <a:gd name="connsiteY4" fmla="*/ 1446962 h 1843872"/>
                                  <a:gd name="connsiteX5" fmla="*/ 316523 w 371789"/>
                                  <a:gd name="connsiteY5" fmla="*/ 1718268 h 1843872"/>
                                  <a:gd name="connsiteX6" fmla="*/ 371789 w 371789"/>
                                  <a:gd name="connsiteY6" fmla="*/ 1843872 h 1843872"/>
                                  <a:gd name="connsiteX7" fmla="*/ 316523 w 371789"/>
                                  <a:gd name="connsiteY7" fmla="*/ 1728316 h 1843872"/>
                                  <a:gd name="connsiteX8" fmla="*/ 241160 w 371789"/>
                                  <a:gd name="connsiteY8" fmla="*/ 1446962 h 1843872"/>
                                  <a:gd name="connsiteX9" fmla="*/ 211193 w 371789"/>
                                  <a:gd name="connsiteY9" fmla="*/ 1196057 h 1843872"/>
                                  <a:gd name="connsiteX10" fmla="*/ 211032 w 371789"/>
                                  <a:gd name="connsiteY10" fmla="*/ 1055078 h 1843872"/>
                                  <a:gd name="connsiteX11" fmla="*/ 160773 w 371789"/>
                                  <a:gd name="connsiteY11" fmla="*/ 643094 h 1843872"/>
                                  <a:gd name="connsiteX12" fmla="*/ 110532 w 371789"/>
                                  <a:gd name="connsiteY12" fmla="*/ 336620 h 1843872"/>
                                  <a:gd name="connsiteX13" fmla="*/ 0 w 371789"/>
                                  <a:gd name="connsiteY13" fmla="*/ 0 h 1843872"/>
                                  <a:gd name="connsiteX0" fmla="*/ 0 w 371789"/>
                                  <a:gd name="connsiteY0" fmla="*/ 0 h 1843872"/>
                                  <a:gd name="connsiteX1" fmla="*/ 105507 w 371789"/>
                                  <a:gd name="connsiteY1" fmla="*/ 271305 h 1843872"/>
                                  <a:gd name="connsiteX2" fmla="*/ 155749 w 371789"/>
                                  <a:gd name="connsiteY2" fmla="*/ 442127 h 1843872"/>
                                  <a:gd name="connsiteX3" fmla="*/ 200967 w 371789"/>
                                  <a:gd name="connsiteY3" fmla="*/ 793820 h 1843872"/>
                                  <a:gd name="connsiteX4" fmla="*/ 261257 w 371789"/>
                                  <a:gd name="connsiteY4" fmla="*/ 1446962 h 1843872"/>
                                  <a:gd name="connsiteX5" fmla="*/ 316523 w 371789"/>
                                  <a:gd name="connsiteY5" fmla="*/ 1718268 h 1843872"/>
                                  <a:gd name="connsiteX6" fmla="*/ 371789 w 371789"/>
                                  <a:gd name="connsiteY6" fmla="*/ 1843872 h 1843872"/>
                                  <a:gd name="connsiteX7" fmla="*/ 316523 w 371789"/>
                                  <a:gd name="connsiteY7" fmla="*/ 1728316 h 1843872"/>
                                  <a:gd name="connsiteX8" fmla="*/ 241160 w 371789"/>
                                  <a:gd name="connsiteY8" fmla="*/ 1446962 h 1843872"/>
                                  <a:gd name="connsiteX9" fmla="*/ 206165 w 371789"/>
                                  <a:gd name="connsiteY9" fmla="*/ 1201082 h 1843872"/>
                                  <a:gd name="connsiteX10" fmla="*/ 211032 w 371789"/>
                                  <a:gd name="connsiteY10" fmla="*/ 1055078 h 1843872"/>
                                  <a:gd name="connsiteX11" fmla="*/ 160773 w 371789"/>
                                  <a:gd name="connsiteY11" fmla="*/ 643094 h 1843872"/>
                                  <a:gd name="connsiteX12" fmla="*/ 110532 w 371789"/>
                                  <a:gd name="connsiteY12" fmla="*/ 336620 h 1843872"/>
                                  <a:gd name="connsiteX13" fmla="*/ 0 w 371789"/>
                                  <a:gd name="connsiteY13" fmla="*/ 0 h 1843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71789" h="1843872">
                                    <a:moveTo>
                                      <a:pt x="0" y="0"/>
                                    </a:moveTo>
                                    <a:lnTo>
                                      <a:pt x="105507" y="271305"/>
                                    </a:lnTo>
                                    <a:lnTo>
                                      <a:pt x="155749" y="442127"/>
                                    </a:lnTo>
                                    <a:lnTo>
                                      <a:pt x="200967" y="793820"/>
                                    </a:lnTo>
                                    <a:lnTo>
                                      <a:pt x="261257" y="1446962"/>
                                    </a:lnTo>
                                    <a:lnTo>
                                      <a:pt x="316523" y="1718268"/>
                                    </a:lnTo>
                                    <a:lnTo>
                                      <a:pt x="371789" y="1843872"/>
                                    </a:lnTo>
                                    <a:lnTo>
                                      <a:pt x="316523" y="1728316"/>
                                    </a:lnTo>
                                    <a:lnTo>
                                      <a:pt x="241160" y="1446962"/>
                                    </a:lnTo>
                                    <a:cubicBezTo>
                                      <a:pt x="226143" y="1354951"/>
                                      <a:pt x="216154" y="1252889"/>
                                      <a:pt x="206165" y="1201082"/>
                                    </a:cubicBezTo>
                                    <a:cubicBezTo>
                                      <a:pt x="206111" y="1154089"/>
                                      <a:pt x="211086" y="1102071"/>
                                      <a:pt x="211032" y="1055078"/>
                                    </a:cubicBezTo>
                                    <a:lnTo>
                                      <a:pt x="160773" y="643094"/>
                                    </a:lnTo>
                                    <a:lnTo>
                                      <a:pt x="110532" y="3366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AB43BF" id="Freeform 87" o:spid="_x0000_s1026" style="position:absolute;margin-left:281.85pt;margin-top:94.75pt;width:29.25pt;height:145.2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1789,18438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" path="m,l105507,271305r50242,170822l200967,793820r60290,653142l316523,1718268r55266,125604l316523,1728316,241160,1446962v-15017,-92011,-25006,-194073,-34995,-245880c206111,1154089,211086,1102071,211032,1055078l160773,643094,110532,336620,,xe" strokecolor="black [3213]">
                      <v:fill r:id="rId7" o:title="" recolor="t" rotate="t" type="tile"/>
                      <v:stroke joinstyle="miter"/>
                      <v:path arrowok="t" o:connecttype="custom" o:connectlocs="0,0;105507,271305;155749,442127;200967,793820;261257,1446962;316523,1718268;371789,1843872;316523,1728316;241160,1446962;206165,1201082;211032,1055078;160773,643094;110532,336620;0,0" o:connectangles="0,0,0,0,0,0,0,0,0,0,0,0,0,0"/>
                    </v:shape>
                  </w:pict>
                </mc:Fallback>
              </mc:AlternateContent>
            </w:r>
            <w:r w:rsidR="00ED259E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2202955</wp:posOffset>
                      </wp:positionH>
                      <wp:positionV relativeFrom="paragraph">
                        <wp:posOffset>1253302</wp:posOffset>
                      </wp:positionV>
                      <wp:extent cx="572756" cy="1984549"/>
                      <wp:effectExtent l="38100" t="38100" r="56515" b="53975"/>
                      <wp:wrapNone/>
                      <wp:docPr id="86" name="Freeform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756" cy="1984549"/>
                              </a:xfrm>
                              <a:custGeom>
                                <a:avLst/>
                                <a:gdLst>
                                  <a:gd name="connsiteX0" fmla="*/ 572756 w 572756"/>
                                  <a:gd name="connsiteY0" fmla="*/ 0 h 1984549"/>
                                  <a:gd name="connsiteX1" fmla="*/ 477296 w 572756"/>
                                  <a:gd name="connsiteY1" fmla="*/ 180870 h 1984549"/>
                                  <a:gd name="connsiteX2" fmla="*/ 396909 w 572756"/>
                                  <a:gd name="connsiteY2" fmla="*/ 437103 h 1984549"/>
                                  <a:gd name="connsiteX3" fmla="*/ 326571 w 572756"/>
                                  <a:gd name="connsiteY3" fmla="*/ 678263 h 1984549"/>
                                  <a:gd name="connsiteX4" fmla="*/ 226087 w 572756"/>
                                  <a:gd name="connsiteY4" fmla="*/ 1170633 h 1984549"/>
                                  <a:gd name="connsiteX5" fmla="*/ 75362 w 572756"/>
                                  <a:gd name="connsiteY5" fmla="*/ 1778558 h 1984549"/>
                                  <a:gd name="connsiteX6" fmla="*/ 0 w 572756"/>
                                  <a:gd name="connsiteY6" fmla="*/ 1984549 h 1984549"/>
                                  <a:gd name="connsiteX7" fmla="*/ 135652 w 572756"/>
                                  <a:gd name="connsiteY7" fmla="*/ 1482131 h 1984549"/>
                                  <a:gd name="connsiteX8" fmla="*/ 261257 w 572756"/>
                                  <a:gd name="connsiteY8" fmla="*/ 909375 h 1984549"/>
                                  <a:gd name="connsiteX9" fmla="*/ 366764 w 572756"/>
                                  <a:gd name="connsiteY9" fmla="*/ 487345 h 1984549"/>
                                  <a:gd name="connsiteX10" fmla="*/ 417006 w 572756"/>
                                  <a:gd name="connsiteY10" fmla="*/ 296426 h 1984549"/>
                                  <a:gd name="connsiteX11" fmla="*/ 492369 w 572756"/>
                                  <a:gd name="connsiteY11" fmla="*/ 80386 h 1984549"/>
                                  <a:gd name="connsiteX12" fmla="*/ 572756 w 572756"/>
                                  <a:gd name="connsiteY12" fmla="*/ 0 h 19845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72756" h="1984549">
                                    <a:moveTo>
                                      <a:pt x="572756" y="0"/>
                                    </a:moveTo>
                                    <a:lnTo>
                                      <a:pt x="477296" y="180870"/>
                                    </a:lnTo>
                                    <a:lnTo>
                                      <a:pt x="396909" y="437103"/>
                                    </a:lnTo>
                                    <a:lnTo>
                                      <a:pt x="326571" y="678263"/>
                                    </a:lnTo>
                                    <a:lnTo>
                                      <a:pt x="226087" y="1170633"/>
                                    </a:lnTo>
                                    <a:lnTo>
                                      <a:pt x="75362" y="1778558"/>
                                    </a:lnTo>
                                    <a:lnTo>
                                      <a:pt x="0" y="1984549"/>
                                    </a:lnTo>
                                    <a:lnTo>
                                      <a:pt x="135652" y="1482131"/>
                                    </a:lnTo>
                                    <a:lnTo>
                                      <a:pt x="261257" y="909375"/>
                                    </a:lnTo>
                                    <a:lnTo>
                                      <a:pt x="366764" y="487345"/>
                                    </a:lnTo>
                                    <a:lnTo>
                                      <a:pt x="417006" y="296426"/>
                                    </a:lnTo>
                                    <a:lnTo>
                                      <a:pt x="492369" y="80386"/>
                                    </a:lnTo>
                                    <a:lnTo>
                                      <a:pt x="572756" y="0"/>
                                    </a:lnTo>
                                    <a:close/>
                                  </a:path>
                                </a:pathLst>
                              </a:cu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02C49F" id="Freeform 86" o:spid="_x0000_s1026" style="position:absolute;margin-left:173.45pt;margin-top:98.7pt;width:45.1pt;height:156.2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2756,19845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" path="m572756,l477296,180870,396909,437103,326571,678263,226087,1170633,75362,1778558,,1984549,135652,1482131,261257,909375,366764,487345,417006,296426,492369,80386,572756,xe" strokecolor="black [3213]">
                      <v:fill r:id="rId7" o:title="" recolor="t" rotate="t" type="tile"/>
                      <v:stroke joinstyle="miter"/>
                      <v:path arrowok="t" o:connecttype="custom" o:connectlocs="572756,0;477296,180870;396909,437103;326571,678263;226087,1170633;75362,1778558;0,1984549;135652,1482131;261257,909375;366764,487345;417006,296426;492369,80386;572756,0" o:connectangles="0,0,0,0,0,0,0,0,0,0,0,0,0"/>
                    </v:shape>
                  </w:pict>
                </mc:Fallback>
              </mc:AlternateContent>
            </w:r>
            <w:r w:rsidR="00ED259E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5856" behindDoc="0" locked="0" layoutInCell="1" allowOverlap="1" wp14:anchorId="28FC6DF4" wp14:editId="7712F95C">
                      <wp:simplePos x="0" y="0"/>
                      <wp:positionH relativeFrom="column">
                        <wp:posOffset>1888176</wp:posOffset>
                      </wp:positionH>
                      <wp:positionV relativeFrom="paragraph">
                        <wp:posOffset>3346079</wp:posOffset>
                      </wp:positionV>
                      <wp:extent cx="2499360" cy="1689100"/>
                      <wp:effectExtent l="0" t="0" r="15240" b="25400"/>
                      <wp:wrapNone/>
                      <wp:docPr id="72" name="Group 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9360" cy="1689100"/>
                                <a:chOff x="0" y="0"/>
                                <a:chExt cx="2499360" cy="1689100"/>
                              </a:xfrm>
                            </wpg:grpSpPr>
                            <wps:wsp>
                              <wps:cNvPr id="73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525"/>
                                  <a:ext cx="343535" cy="1677670"/>
                                </a:xfrm>
                                <a:custGeom>
                                  <a:avLst/>
                                  <a:gdLst>
                                    <a:gd name="T0" fmla="*/ 20320 w 541"/>
                                    <a:gd name="T1" fmla="*/ 1677670 h 2642"/>
                                    <a:gd name="T2" fmla="*/ 5080 w 541"/>
                                    <a:gd name="T3" fmla="*/ 942340 h 2642"/>
                                    <a:gd name="T4" fmla="*/ 8890 w 541"/>
                                    <a:gd name="T5" fmla="*/ 770890 h 2642"/>
                                    <a:gd name="T6" fmla="*/ 58420 w 541"/>
                                    <a:gd name="T7" fmla="*/ 435610 h 2642"/>
                                    <a:gd name="T8" fmla="*/ 134620 w 541"/>
                                    <a:gd name="T9" fmla="*/ 176530 h 2642"/>
                                    <a:gd name="T10" fmla="*/ 317500 w 541"/>
                                    <a:gd name="T11" fmla="*/ 8890 h 2642"/>
                                    <a:gd name="T12" fmla="*/ 290830 w 541"/>
                                    <a:gd name="T13" fmla="*/ 229870 h 2642"/>
                                    <a:gd name="T14" fmla="*/ 233680 w 541"/>
                                    <a:gd name="T15" fmla="*/ 504190 h 2642"/>
                                    <a:gd name="T16" fmla="*/ 119380 w 541"/>
                                    <a:gd name="T17" fmla="*/ 1239520 h 2642"/>
                                    <a:gd name="T18" fmla="*/ 92710 w 541"/>
                                    <a:gd name="T19" fmla="*/ 1624330 h 2642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  <a:gd name="T27" fmla="*/ 0 60000 65536"/>
                                    <a:gd name="T28" fmla="*/ 0 60000 65536"/>
                                    <a:gd name="T29" fmla="*/ 0 60000 65536"/>
                                  </a:gdLst>
                                  <a:ahLst/>
                                  <a:cxnLst>
                                    <a:cxn ang="T20">
                                      <a:pos x="T0" y="T1"/>
                                    </a:cxn>
                                    <a:cxn ang="T21">
                                      <a:pos x="T2" y="T3"/>
                                    </a:cxn>
                                    <a:cxn ang="T22">
                                      <a:pos x="T4" y="T5"/>
                                    </a:cxn>
                                    <a:cxn ang="T23">
                                      <a:pos x="T6" y="T7"/>
                                    </a:cxn>
                                    <a:cxn ang="T24">
                                      <a:pos x="T8" y="T9"/>
                                    </a:cxn>
                                    <a:cxn ang="T25">
                                      <a:pos x="T10" y="T11"/>
                                    </a:cxn>
                                    <a:cxn ang="T26">
                                      <a:pos x="T12" y="T13"/>
                                    </a:cxn>
                                    <a:cxn ang="T27">
                                      <a:pos x="T14" y="T15"/>
                                    </a:cxn>
                                    <a:cxn ang="T28">
                                      <a:pos x="T16" y="T17"/>
                                    </a:cxn>
                                    <a:cxn ang="T29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541" h="2642">
                                      <a:moveTo>
                                        <a:pt x="32" y="2642"/>
                                      </a:moveTo>
                                      <a:cubicBezTo>
                                        <a:pt x="21" y="2182"/>
                                        <a:pt x="11" y="1722"/>
                                        <a:pt x="8" y="1484"/>
                                      </a:cubicBezTo>
                                      <a:cubicBezTo>
                                        <a:pt x="5" y="1246"/>
                                        <a:pt x="0" y="1347"/>
                                        <a:pt x="14" y="1214"/>
                                      </a:cubicBezTo>
                                      <a:cubicBezTo>
                                        <a:pt x="28" y="1081"/>
                                        <a:pt x="59" y="842"/>
                                        <a:pt x="92" y="686"/>
                                      </a:cubicBezTo>
                                      <a:cubicBezTo>
                                        <a:pt x="125" y="530"/>
                                        <a:pt x="144" y="390"/>
                                        <a:pt x="212" y="278"/>
                                      </a:cubicBezTo>
                                      <a:cubicBezTo>
                                        <a:pt x="280" y="166"/>
                                        <a:pt x="459" y="0"/>
                                        <a:pt x="500" y="14"/>
                                      </a:cubicBezTo>
                                      <a:cubicBezTo>
                                        <a:pt x="541" y="28"/>
                                        <a:pt x="480" y="232"/>
                                        <a:pt x="458" y="362"/>
                                      </a:cubicBezTo>
                                      <a:cubicBezTo>
                                        <a:pt x="436" y="492"/>
                                        <a:pt x="413" y="529"/>
                                        <a:pt x="368" y="794"/>
                                      </a:cubicBezTo>
                                      <a:cubicBezTo>
                                        <a:pt x="323" y="1059"/>
                                        <a:pt x="225" y="1658"/>
                                        <a:pt x="188" y="1952"/>
                                      </a:cubicBezTo>
                                      <a:cubicBezTo>
                                        <a:pt x="151" y="2246"/>
                                        <a:pt x="148" y="2402"/>
                                        <a:pt x="146" y="25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825" y="200025"/>
                                  <a:ext cx="289560" cy="1477645"/>
                                </a:xfrm>
                                <a:custGeom>
                                  <a:avLst/>
                                  <a:gdLst>
                                    <a:gd name="T0" fmla="*/ 0 w 456"/>
                                    <a:gd name="T1" fmla="*/ 1409700 h 2328"/>
                                    <a:gd name="T2" fmla="*/ 15240 w 456"/>
                                    <a:gd name="T3" fmla="*/ 1181100 h 2328"/>
                                    <a:gd name="T4" fmla="*/ 68580 w 456"/>
                                    <a:gd name="T5" fmla="*/ 754380 h 2328"/>
                                    <a:gd name="T6" fmla="*/ 167640 w 456"/>
                                    <a:gd name="T7" fmla="*/ 224790 h 2328"/>
                                    <a:gd name="T8" fmla="*/ 224790 w 456"/>
                                    <a:gd name="T9" fmla="*/ 19050 h 2328"/>
                                    <a:gd name="T10" fmla="*/ 274320 w 456"/>
                                    <a:gd name="T11" fmla="*/ 110490 h 2328"/>
                                    <a:gd name="T12" fmla="*/ 278130 w 456"/>
                                    <a:gd name="T13" fmla="*/ 388620 h 2328"/>
                                    <a:gd name="T14" fmla="*/ 205740 w 456"/>
                                    <a:gd name="T15" fmla="*/ 742950 h 2328"/>
                                    <a:gd name="T16" fmla="*/ 91440 w 456"/>
                                    <a:gd name="T17" fmla="*/ 1093470 h 2328"/>
                                    <a:gd name="T18" fmla="*/ 57150 w 456"/>
                                    <a:gd name="T19" fmla="*/ 1478280 h 2328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  <a:gd name="T27" fmla="*/ 0 60000 65536"/>
                                    <a:gd name="T28" fmla="*/ 0 60000 65536"/>
                                    <a:gd name="T29" fmla="*/ 0 60000 65536"/>
                                  </a:gdLst>
                                  <a:ahLst/>
                                  <a:cxnLst>
                                    <a:cxn ang="T20">
                                      <a:pos x="T0" y="T1"/>
                                    </a:cxn>
                                    <a:cxn ang="T21">
                                      <a:pos x="T2" y="T3"/>
                                    </a:cxn>
                                    <a:cxn ang="T22">
                                      <a:pos x="T4" y="T5"/>
                                    </a:cxn>
                                    <a:cxn ang="T23">
                                      <a:pos x="T6" y="T7"/>
                                    </a:cxn>
                                    <a:cxn ang="T24">
                                      <a:pos x="T8" y="T9"/>
                                    </a:cxn>
                                    <a:cxn ang="T25">
                                      <a:pos x="T10" y="T11"/>
                                    </a:cxn>
                                    <a:cxn ang="T26">
                                      <a:pos x="T12" y="T13"/>
                                    </a:cxn>
                                    <a:cxn ang="T27">
                                      <a:pos x="T14" y="T15"/>
                                    </a:cxn>
                                    <a:cxn ang="T28">
                                      <a:pos x="T16" y="T17"/>
                                    </a:cxn>
                                    <a:cxn ang="T29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56" h="2328">
                                      <a:moveTo>
                                        <a:pt x="0" y="2220"/>
                                      </a:moveTo>
                                      <a:cubicBezTo>
                                        <a:pt x="3" y="2126"/>
                                        <a:pt x="6" y="2032"/>
                                        <a:pt x="24" y="1860"/>
                                      </a:cubicBezTo>
                                      <a:cubicBezTo>
                                        <a:pt x="42" y="1688"/>
                                        <a:pt x="68" y="1439"/>
                                        <a:pt x="108" y="1188"/>
                                      </a:cubicBezTo>
                                      <a:cubicBezTo>
                                        <a:pt x="148" y="937"/>
                                        <a:pt x="223" y="547"/>
                                        <a:pt x="264" y="354"/>
                                      </a:cubicBezTo>
                                      <a:cubicBezTo>
                                        <a:pt x="305" y="161"/>
                                        <a:pt x="326" y="60"/>
                                        <a:pt x="354" y="30"/>
                                      </a:cubicBezTo>
                                      <a:cubicBezTo>
                                        <a:pt x="382" y="0"/>
                                        <a:pt x="418" y="77"/>
                                        <a:pt x="432" y="174"/>
                                      </a:cubicBezTo>
                                      <a:cubicBezTo>
                                        <a:pt x="446" y="271"/>
                                        <a:pt x="456" y="446"/>
                                        <a:pt x="438" y="612"/>
                                      </a:cubicBezTo>
                                      <a:cubicBezTo>
                                        <a:pt x="420" y="778"/>
                                        <a:pt x="373" y="985"/>
                                        <a:pt x="324" y="1170"/>
                                      </a:cubicBezTo>
                                      <a:cubicBezTo>
                                        <a:pt x="275" y="1355"/>
                                        <a:pt x="183" y="1529"/>
                                        <a:pt x="144" y="1722"/>
                                      </a:cubicBezTo>
                                      <a:cubicBezTo>
                                        <a:pt x="105" y="1915"/>
                                        <a:pt x="97" y="2121"/>
                                        <a:pt x="90" y="23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5" name="Group 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09775" y="0"/>
                                  <a:ext cx="489585" cy="1689100"/>
                                  <a:chOff x="0" y="0"/>
                                  <a:chExt cx="489944" cy="1689100"/>
                                </a:xfrm>
                              </wpg:grpSpPr>
                              <wps:wsp>
                                <wps:cNvPr id="76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9026"/>
                                    <a:ext cx="379095" cy="1520825"/>
                                  </a:xfrm>
                                  <a:custGeom>
                                    <a:avLst/>
                                    <a:gdLst>
                                      <a:gd name="T0" fmla="*/ 311785 w 597"/>
                                      <a:gd name="T1" fmla="*/ 1520825 h 2395"/>
                                      <a:gd name="T2" fmla="*/ 294640 w 597"/>
                                      <a:gd name="T3" fmla="*/ 1150620 h 2395"/>
                                      <a:gd name="T4" fmla="*/ 137795 w 597"/>
                                      <a:gd name="T5" fmla="*/ 768985 h 2395"/>
                                      <a:gd name="T6" fmla="*/ 19685 w 597"/>
                                      <a:gd name="T7" fmla="*/ 426720 h 2395"/>
                                      <a:gd name="T8" fmla="*/ 19685 w 597"/>
                                      <a:gd name="T9" fmla="*/ 135255 h 2395"/>
                                      <a:gd name="T10" fmla="*/ 19685 w 597"/>
                                      <a:gd name="T11" fmla="*/ 635 h 2395"/>
                                      <a:gd name="T12" fmla="*/ 76200 w 597"/>
                                      <a:gd name="T13" fmla="*/ 140970 h 2395"/>
                                      <a:gd name="T14" fmla="*/ 120650 w 597"/>
                                      <a:gd name="T15" fmla="*/ 438150 h 2395"/>
                                      <a:gd name="T16" fmla="*/ 177165 w 597"/>
                                      <a:gd name="T17" fmla="*/ 707390 h 2395"/>
                                      <a:gd name="T18" fmla="*/ 316865 w 597"/>
                                      <a:gd name="T19" fmla="*/ 1038225 h 2395"/>
                                      <a:gd name="T20" fmla="*/ 361950 w 597"/>
                                      <a:gd name="T21" fmla="*/ 1251585 h 2395"/>
                                      <a:gd name="T22" fmla="*/ 379095 w 597"/>
                                      <a:gd name="T23" fmla="*/ 1453515 h 2395"/>
                                      <a:gd name="T24" fmla="*/ 0 60000 65536"/>
                                      <a:gd name="T25" fmla="*/ 0 60000 65536"/>
                                      <a:gd name="T26" fmla="*/ 0 60000 65536"/>
                                      <a:gd name="T27" fmla="*/ 0 60000 65536"/>
                                      <a:gd name="T28" fmla="*/ 0 60000 65536"/>
                                      <a:gd name="T29" fmla="*/ 0 60000 65536"/>
                                      <a:gd name="T30" fmla="*/ 0 60000 65536"/>
                                      <a:gd name="T31" fmla="*/ 0 60000 65536"/>
                                      <a:gd name="T32" fmla="*/ 0 60000 65536"/>
                                      <a:gd name="T33" fmla="*/ 0 60000 65536"/>
                                      <a:gd name="T34" fmla="*/ 0 60000 65536"/>
                                      <a:gd name="T35" fmla="*/ 0 60000 65536"/>
                                    </a:gdLst>
                                    <a:ahLst/>
                                    <a:cxnLst>
                                      <a:cxn ang="T24">
                                        <a:pos x="T0" y="T1"/>
                                      </a:cxn>
                                      <a:cxn ang="T25">
                                        <a:pos x="T2" y="T3"/>
                                      </a:cxn>
                                      <a:cxn ang="T26">
                                        <a:pos x="T4" y="T5"/>
                                      </a:cxn>
                                      <a:cxn ang="T27">
                                        <a:pos x="T6" y="T7"/>
                                      </a:cxn>
                                      <a:cxn ang="T28">
                                        <a:pos x="T8" y="T9"/>
                                      </a:cxn>
                                      <a:cxn ang="T29">
                                        <a:pos x="T10" y="T11"/>
                                      </a:cxn>
                                      <a:cxn ang="T30">
                                        <a:pos x="T12" y="T13"/>
                                      </a:cxn>
                                      <a:cxn ang="T31">
                                        <a:pos x="T14" y="T15"/>
                                      </a:cxn>
                                      <a:cxn ang="T32">
                                        <a:pos x="T16" y="T17"/>
                                      </a:cxn>
                                      <a:cxn ang="T33">
                                        <a:pos x="T18" y="T19"/>
                                      </a:cxn>
                                      <a:cxn ang="T34">
                                        <a:pos x="T20" y="T21"/>
                                      </a:cxn>
                                      <a:cxn ang="T35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597" h="2395">
                                        <a:moveTo>
                                          <a:pt x="491" y="2395"/>
                                        </a:moveTo>
                                        <a:cubicBezTo>
                                          <a:pt x="500" y="2202"/>
                                          <a:pt x="510" y="2009"/>
                                          <a:pt x="464" y="1812"/>
                                        </a:cubicBezTo>
                                        <a:cubicBezTo>
                                          <a:pt x="418" y="1615"/>
                                          <a:pt x="289" y="1401"/>
                                          <a:pt x="217" y="1211"/>
                                        </a:cubicBezTo>
                                        <a:cubicBezTo>
                                          <a:pt x="145" y="1021"/>
                                          <a:pt x="62" y="838"/>
                                          <a:pt x="31" y="672"/>
                                        </a:cubicBezTo>
                                        <a:cubicBezTo>
                                          <a:pt x="0" y="506"/>
                                          <a:pt x="31" y="325"/>
                                          <a:pt x="31" y="213"/>
                                        </a:cubicBezTo>
                                        <a:cubicBezTo>
                                          <a:pt x="31" y="101"/>
                                          <a:pt x="16" y="0"/>
                                          <a:pt x="31" y="1"/>
                                        </a:cubicBezTo>
                                        <a:cubicBezTo>
                                          <a:pt x="46" y="2"/>
                                          <a:pt x="94" y="107"/>
                                          <a:pt x="120" y="222"/>
                                        </a:cubicBezTo>
                                        <a:cubicBezTo>
                                          <a:pt x="146" y="337"/>
                                          <a:pt x="164" y="541"/>
                                          <a:pt x="190" y="690"/>
                                        </a:cubicBezTo>
                                        <a:cubicBezTo>
                                          <a:pt x="216" y="839"/>
                                          <a:pt x="228" y="956"/>
                                          <a:pt x="279" y="1114"/>
                                        </a:cubicBezTo>
                                        <a:cubicBezTo>
                                          <a:pt x="330" y="1272"/>
                                          <a:pt x="450" y="1492"/>
                                          <a:pt x="499" y="1635"/>
                                        </a:cubicBezTo>
                                        <a:cubicBezTo>
                                          <a:pt x="548" y="1778"/>
                                          <a:pt x="554" y="1862"/>
                                          <a:pt x="570" y="1971"/>
                                        </a:cubicBezTo>
                                        <a:cubicBezTo>
                                          <a:pt x="586" y="2080"/>
                                          <a:pt x="591" y="2184"/>
                                          <a:pt x="597" y="228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3854" y="0"/>
                                    <a:ext cx="466090" cy="1689100"/>
                                  </a:xfrm>
                                  <a:custGeom>
                                    <a:avLst/>
                                    <a:gdLst>
                                      <a:gd name="T0" fmla="*/ 454660 w 734"/>
                                      <a:gd name="T1" fmla="*/ 1689100 h 2660"/>
                                      <a:gd name="T2" fmla="*/ 449580 w 734"/>
                                      <a:gd name="T3" fmla="*/ 1464945 h 2660"/>
                                      <a:gd name="T4" fmla="*/ 353695 w 734"/>
                                      <a:gd name="T5" fmla="*/ 1066800 h 2660"/>
                                      <a:gd name="T6" fmla="*/ 337185 w 734"/>
                                      <a:gd name="T7" fmla="*/ 645795 h 2660"/>
                                      <a:gd name="T8" fmla="*/ 292100 w 734"/>
                                      <a:gd name="T9" fmla="*/ 365760 h 2660"/>
                                      <a:gd name="T10" fmla="*/ 34290 w 734"/>
                                      <a:gd name="T11" fmla="*/ 17780 h 2660"/>
                                      <a:gd name="T12" fmla="*/ 84455 w 734"/>
                                      <a:gd name="T13" fmla="*/ 259080 h 2660"/>
                                      <a:gd name="T14" fmla="*/ 140970 w 734"/>
                                      <a:gd name="T15" fmla="*/ 617855 h 2660"/>
                                      <a:gd name="T16" fmla="*/ 191135 w 734"/>
                                      <a:gd name="T17" fmla="*/ 847725 h 2660"/>
                                      <a:gd name="T18" fmla="*/ 292100 w 734"/>
                                      <a:gd name="T19" fmla="*/ 1116965 h 2660"/>
                                      <a:gd name="T20" fmla="*/ 365125 w 734"/>
                                      <a:gd name="T21" fmla="*/ 1313815 h 2660"/>
                                      <a:gd name="T22" fmla="*/ 382270 w 734"/>
                                      <a:gd name="T23" fmla="*/ 1571625 h 2660"/>
                                      <a:gd name="T24" fmla="*/ 0 60000 65536"/>
                                      <a:gd name="T25" fmla="*/ 0 60000 65536"/>
                                      <a:gd name="T26" fmla="*/ 0 60000 65536"/>
                                      <a:gd name="T27" fmla="*/ 0 60000 65536"/>
                                      <a:gd name="T28" fmla="*/ 0 60000 65536"/>
                                      <a:gd name="T29" fmla="*/ 0 60000 65536"/>
                                      <a:gd name="T30" fmla="*/ 0 60000 65536"/>
                                      <a:gd name="T31" fmla="*/ 0 60000 65536"/>
                                      <a:gd name="T32" fmla="*/ 0 60000 65536"/>
                                      <a:gd name="T33" fmla="*/ 0 60000 65536"/>
                                      <a:gd name="T34" fmla="*/ 0 60000 65536"/>
                                      <a:gd name="T35" fmla="*/ 0 60000 65536"/>
                                    </a:gdLst>
                                    <a:ahLst/>
                                    <a:cxnLst>
                                      <a:cxn ang="T24">
                                        <a:pos x="T0" y="T1"/>
                                      </a:cxn>
                                      <a:cxn ang="T25">
                                        <a:pos x="T2" y="T3"/>
                                      </a:cxn>
                                      <a:cxn ang="T26">
                                        <a:pos x="T4" y="T5"/>
                                      </a:cxn>
                                      <a:cxn ang="T27">
                                        <a:pos x="T6" y="T7"/>
                                      </a:cxn>
                                      <a:cxn ang="T28">
                                        <a:pos x="T8" y="T9"/>
                                      </a:cxn>
                                      <a:cxn ang="T29">
                                        <a:pos x="T10" y="T11"/>
                                      </a:cxn>
                                      <a:cxn ang="T30">
                                        <a:pos x="T12" y="T13"/>
                                      </a:cxn>
                                      <a:cxn ang="T31">
                                        <a:pos x="T14" y="T15"/>
                                      </a:cxn>
                                      <a:cxn ang="T32">
                                        <a:pos x="T16" y="T17"/>
                                      </a:cxn>
                                      <a:cxn ang="T33">
                                        <a:pos x="T18" y="T19"/>
                                      </a:cxn>
                                      <a:cxn ang="T34">
                                        <a:pos x="T20" y="T21"/>
                                      </a:cxn>
                                      <a:cxn ang="T35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734" h="2660">
                                        <a:moveTo>
                                          <a:pt x="716" y="2660"/>
                                        </a:moveTo>
                                        <a:cubicBezTo>
                                          <a:pt x="725" y="2565"/>
                                          <a:pt x="734" y="2470"/>
                                          <a:pt x="708" y="2307"/>
                                        </a:cubicBezTo>
                                        <a:cubicBezTo>
                                          <a:pt x="682" y="2144"/>
                                          <a:pt x="586" y="1895"/>
                                          <a:pt x="557" y="1680"/>
                                        </a:cubicBezTo>
                                        <a:cubicBezTo>
                                          <a:pt x="528" y="1465"/>
                                          <a:pt x="547" y="1201"/>
                                          <a:pt x="531" y="1017"/>
                                        </a:cubicBezTo>
                                        <a:cubicBezTo>
                                          <a:pt x="515" y="833"/>
                                          <a:pt x="539" y="741"/>
                                          <a:pt x="460" y="576"/>
                                        </a:cubicBezTo>
                                        <a:cubicBezTo>
                                          <a:pt x="381" y="411"/>
                                          <a:pt x="108" y="56"/>
                                          <a:pt x="54" y="28"/>
                                        </a:cubicBezTo>
                                        <a:cubicBezTo>
                                          <a:pt x="0" y="0"/>
                                          <a:pt x="105" y="251"/>
                                          <a:pt x="133" y="408"/>
                                        </a:cubicBezTo>
                                        <a:cubicBezTo>
                                          <a:pt x="161" y="565"/>
                                          <a:pt x="194" y="819"/>
                                          <a:pt x="222" y="973"/>
                                        </a:cubicBezTo>
                                        <a:cubicBezTo>
                                          <a:pt x="250" y="1127"/>
                                          <a:pt x="261" y="1204"/>
                                          <a:pt x="301" y="1335"/>
                                        </a:cubicBezTo>
                                        <a:cubicBezTo>
                                          <a:pt x="341" y="1466"/>
                                          <a:pt x="414" y="1637"/>
                                          <a:pt x="460" y="1759"/>
                                        </a:cubicBezTo>
                                        <a:cubicBezTo>
                                          <a:pt x="506" y="1881"/>
                                          <a:pt x="551" y="1950"/>
                                          <a:pt x="575" y="2069"/>
                                        </a:cubicBezTo>
                                        <a:cubicBezTo>
                                          <a:pt x="599" y="2188"/>
                                          <a:pt x="600" y="2331"/>
                                          <a:pt x="602" y="247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D584D6" id="Group 72" o:spid="_x0000_s1026" style="position:absolute;margin-left:148.7pt;margin-top:263.45pt;width:196.8pt;height:133pt;z-index:251705856" coordsize="24993,16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">
                      <v:shape id="Freeform 73" o:spid="_x0000_s1027" style="position:absolute;top:95;width:3435;height:16776;visibility:visible;mso-wrap-style:square;v-text-anchor:top" coordsize="541,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" path="m32,2642c21,2182,11,1722,8,1484,5,1246,,1347,14,1214,28,1081,59,842,92,686,125,530,144,390,212,278,280,166,459,,500,14v41,14,-20,218,-42,348c436,492,413,529,368,794,323,1059,225,1658,188,1952v-37,294,-40,450,-42,606e" filled="f" strokeweight="1.5pt">
                        <v:path arrowok="t" o:connecttype="custom" o:connectlocs="12903200,1065320450;3225800,598385900;5645150,489515150;37096700,276612350;85483700,112096550;201612500,5645150;184677050,145967450;148386800,320160650;75806300,787095200;58870850,1031449550" o:connectangles="0,0,0,0,0,0,0,0,0,0"/>
                      </v:shape>
                      <v:shape id="Freeform 74" o:spid="_x0000_s1028" style="position:absolute;left:1238;top:2000;width:2895;height:14776;visibility:visible;mso-wrap-style:square;v-text-anchor:top" coordsize="456,2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" path="m,2220v3,-94,6,-188,24,-360c42,1688,68,1439,108,1188,148,937,223,547,264,354,305,161,326,60,354,30,382,,418,77,432,174v14,97,24,272,6,438c420,778,373,985,324,1170v-49,185,-141,359,-180,552c105,1915,97,2121,90,2328e" filled="f" strokeweight="1.5pt">
                        <v:path arrowok="t" o:connecttype="custom" o:connectlocs="0,894774981;9677400,749676336;43548300,478825531;106451400,142680335;142741650,12091554;174193200,70131012;176612550,246667698;130644900,471570598;58064400,694055188;36290250,938304575" o:connectangles="0,0,0,0,0,0,0,0,0,0"/>
                      </v:shape>
                      <v:group id="Group 75" o:spid="_x0000_s1029" style="position:absolute;left:20097;width:4896;height:16891" coordsize="4899,16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<v:shape id="Freeform 27" o:spid="_x0000_s1030" style="position:absolute;top:1590;width:3790;height:15208;visibility:visible;mso-wrap-style:square;v-text-anchor:top" coordsize="597,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" path="m491,2395v9,-193,19,-386,-27,-583c418,1615,289,1401,217,1211,145,1021,62,838,31,672,,506,31,325,31,213,31,101,16,,31,1v15,1,63,106,89,221c146,337,164,541,190,690v26,149,38,266,89,424c330,1272,450,1492,499,1635v49,143,55,227,71,336c586,2080,591,2184,597,2289e" filled="f" strokeweight="1.5pt">
                          <v:path arrowok="t" o:connecttype="custom" o:connectlocs="197983475,965723875;187096400,730643700;87499825,488305475;12499975,270967200;12499975,85886925;12499975,403225;48387000,89515950;76612750,278225250;112499775,449192650;201209275,659272875;229838250,794756475;240725325,922982025" o:connectangles="0,0,0,0,0,0,0,0,0,0,0,0"/>
                        </v:shape>
                        <v:shape id="Freeform 28" o:spid="_x0000_s1031" style="position:absolute;left:238;width:4661;height:16891;visibility:visible;mso-wrap-style:square;v-text-anchor:top" coordsize="734,2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" path="m716,2660v9,-95,18,-190,-8,-353c682,2144,586,1895,557,1680,528,1465,547,1201,531,1017,515,833,539,741,460,576,381,411,108,56,54,28,,,105,251,133,408v28,157,61,411,89,565c250,1127,261,1204,301,1335v40,131,113,302,159,424c506,1881,551,1950,575,2069v24,119,25,262,27,406e" filled="f" strokeweight="1.5pt">
                          <v:path arrowok="t" o:connecttype="custom" o:connectlocs="288709100,1072578500;285483300,930240075;224596325,677418000;214112475,410079825;185483500,232257600;21774150,11290300;53628925,164515800;89515950,392337925;121370725,538305375;185483500,709272775;231854375,834272525;242741450,997981875" o:connectangles="0,0,0,0,0,0,0,0,0,0,0,0"/>
                        </v:shape>
                      </v:group>
                    </v:group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819150</wp:posOffset>
                      </wp:positionV>
                      <wp:extent cx="306070" cy="152400"/>
                      <wp:effectExtent l="6985" t="1905" r="1270" b="7620"/>
                      <wp:wrapNone/>
                      <wp:docPr id="44" name="Text Box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B132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9" o:spid="_x0000_s1027" type="#_x0000_t202" style="position:absolute;left:0;text-align:left;margin-left:207.1pt;margin-top:64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3493135</wp:posOffset>
                      </wp:positionH>
                      <wp:positionV relativeFrom="paragraph">
                        <wp:posOffset>815340</wp:posOffset>
                      </wp:positionV>
                      <wp:extent cx="306070" cy="152400"/>
                      <wp:effectExtent l="3175" t="7620" r="5080" b="1905"/>
                      <wp:wrapNone/>
                      <wp:docPr id="43" name="Text 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8" o:spid="_x0000_s1028" type="#_x0000_t202" style="position:absolute;left:0;text-align:left;margin-left:275.05pt;margin-top:64.2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2762885</wp:posOffset>
                      </wp:positionH>
                      <wp:positionV relativeFrom="paragraph">
                        <wp:posOffset>792480</wp:posOffset>
                      </wp:positionV>
                      <wp:extent cx="848995" cy="23495"/>
                      <wp:effectExtent l="6350" t="13335" r="11430" b="10795"/>
                      <wp:wrapNone/>
                      <wp:docPr id="42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48995" cy="23495"/>
                              </a:xfrm>
                              <a:custGeom>
                                <a:avLst/>
                                <a:gdLst>
                                  <a:gd name="T0" fmla="*/ 0 w 1337"/>
                                  <a:gd name="T1" fmla="*/ 37 h 37"/>
                                  <a:gd name="T2" fmla="*/ 1337 w 1337"/>
                                  <a:gd name="T3" fmla="*/ 0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337" h="37">
                                    <a:moveTo>
                                      <a:pt x="0" y="37"/>
                                    </a:moveTo>
                                    <a:cubicBezTo>
                                      <a:pt x="0" y="37"/>
                                      <a:pt x="668" y="18"/>
                                      <a:pt x="1337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7F301A8B" id="Freeform 819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17.55pt,64.25pt" control1="217.55pt,64.25pt" control2="250.95pt,63.3pt" to="284.4pt,62.4pt" coordsize="1337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" filled="f">
                      <v:path arrowok="t" o:connecttype="custom" o:connectlocs="0,23495;848995,0" o:connectangles="0,0"/>
                    </v:curv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2800350</wp:posOffset>
                      </wp:positionH>
                      <wp:positionV relativeFrom="paragraph">
                        <wp:posOffset>497840</wp:posOffset>
                      </wp:positionV>
                      <wp:extent cx="848995" cy="23495"/>
                      <wp:effectExtent l="5715" t="13970" r="12065" b="10160"/>
                      <wp:wrapNone/>
                      <wp:docPr id="41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48995" cy="23495"/>
                              </a:xfrm>
                              <a:custGeom>
                                <a:avLst/>
                                <a:gdLst>
                                  <a:gd name="T0" fmla="*/ 0 w 1337"/>
                                  <a:gd name="T1" fmla="*/ 37 h 37"/>
                                  <a:gd name="T2" fmla="*/ 1337 w 1337"/>
                                  <a:gd name="T3" fmla="*/ 0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337" h="37">
                                    <a:moveTo>
                                      <a:pt x="0" y="37"/>
                                    </a:moveTo>
                                    <a:cubicBezTo>
                                      <a:pt x="0" y="37"/>
                                      <a:pt x="668" y="18"/>
                                      <a:pt x="1337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29974B2E" id="Freeform 818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20.5pt,41.05pt" control1="220.5pt,41.05pt" control2="253.9pt,40.1pt" to="287.35pt,39.2pt" coordsize="1337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" filled="f">
                      <v:path arrowok="t" o:connecttype="custom" o:connectlocs="0,23495;848995,0" o:connectangles="0,0"/>
                    </v:curv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3440430</wp:posOffset>
                      </wp:positionH>
                      <wp:positionV relativeFrom="paragraph">
                        <wp:posOffset>3387090</wp:posOffset>
                      </wp:positionV>
                      <wp:extent cx="1158240" cy="172720"/>
                      <wp:effectExtent l="7620" t="7620" r="5715" b="10160"/>
                      <wp:wrapNone/>
                      <wp:docPr id="40" name="AutoShape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58240" cy="172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D74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17" o:spid="_x0000_s1026" type="#_x0000_t32" style="position:absolute;margin-left:270.9pt;margin-top:266.7pt;width:91.2pt;height:13.6pt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3364865</wp:posOffset>
                      </wp:positionH>
                      <wp:positionV relativeFrom="paragraph">
                        <wp:posOffset>3145790</wp:posOffset>
                      </wp:positionV>
                      <wp:extent cx="1158240" cy="172720"/>
                      <wp:effectExtent l="8255" t="13970" r="5080" b="13335"/>
                      <wp:wrapNone/>
                      <wp:docPr id="39" name="AutoShap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58240" cy="172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EB375" id="AutoShape 816" o:spid="_x0000_s1026" type="#_x0000_t32" style="position:absolute;margin-left:264.95pt;margin-top:247.7pt;width:91.2pt;height:13.6pt;flip: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3416935</wp:posOffset>
                      </wp:positionV>
                      <wp:extent cx="1139825" cy="160020"/>
                      <wp:effectExtent l="13970" t="8890" r="8255" b="12065"/>
                      <wp:wrapNone/>
                      <wp:docPr id="38" name="AutoShape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9825" cy="1600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24F54" id="AutoShape 815" o:spid="_x0000_s1026" type="#_x0000_t32" style="position:absolute;margin-left:127.4pt;margin-top:269.05pt;width:89.75pt;height:12.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3152140</wp:posOffset>
                      </wp:positionV>
                      <wp:extent cx="1139825" cy="160020"/>
                      <wp:effectExtent l="6985" t="10795" r="5715" b="10160"/>
                      <wp:wrapNone/>
                      <wp:docPr id="37" name="AutoShape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9825" cy="1600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87868" id="AutoShape 814" o:spid="_x0000_s1026" type="#_x0000_t32" style="position:absolute;margin-left:129.85pt;margin-top:248.2pt;width:89.75pt;height:12.6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561340" cy="152400"/>
                      <wp:effectExtent l="5080" t="8255" r="5080" b="1270"/>
                      <wp:wrapNone/>
                      <wp:docPr id="36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3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T176/88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29" type="#_x0000_t202" style="position:absolute;left:0;text-align:left;margin-left:306.7pt;margin-top:189.5pt;width:44.2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YJY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T176/88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0795" r="13335" b="8255"/>
                      <wp:wrapNone/>
                      <wp:docPr id="34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3D0CE" id="Line 812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13970" r="10795" b="5080"/>
                      <wp:wrapNone/>
                      <wp:docPr id="32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A84BCA" id="Line 810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CgwFAIAACo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9525" r="12700" b="9525"/>
                      <wp:wrapNone/>
                      <wp:docPr id="31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492BC8" id="Line 809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1430" r="6350" b="7620"/>
                      <wp:wrapNone/>
                      <wp:docPr id="30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09F69" id="Line 808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K9kEwIAACo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2700" r="7620" b="6350"/>
                      <wp:wrapNone/>
                      <wp:docPr id="29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DE204" id="Line 807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ID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Mq+sgM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7620" r="6350" b="1905"/>
                      <wp:wrapNone/>
                      <wp:docPr id="28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0" type="#_x0000_t202" style="position:absolute;left:0;text-align:left;margin-left:185.7pt;margin-top:352.2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gPoAIAAFQ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080" r="1270" b="4445"/>
                      <wp:wrapNone/>
                      <wp:docPr id="27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1" type="#_x0000_t202" style="position:absolute;left:0;text-align:left;margin-left:100.6pt;margin-top:323.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NZoQ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2540" r="635" b="6985"/>
                      <wp:wrapNone/>
                      <wp:docPr id="26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2" type="#_x0000_t202" style="position:absolute;left:0;text-align:left;margin-left:104.4pt;margin-top:370.5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7620" r="0" b="1905"/>
                      <wp:wrapNone/>
                      <wp:docPr id="25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3" type="#_x0000_t202" style="position:absolute;left:0;text-align:left;margin-left:164.45pt;margin-top:159.45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5QLoAIAAFQ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4445" r="3810" b="5080"/>
                      <wp:wrapNone/>
                      <wp:docPr id="24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T89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4" type="#_x0000_t202" style="position:absolute;left:0;text-align:left;margin-left:158.15pt;margin-top:186.9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xfP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OnXF8+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T89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4445" r="8255" b="5080"/>
                      <wp:wrapNone/>
                      <wp:docPr id="23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5" type="#_x0000_t202" style="position:absolute;left:0;text-align:left;margin-left:154.05pt;margin-top:206.4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2875915</wp:posOffset>
                      </wp:positionV>
                      <wp:extent cx="306070" cy="152400"/>
                      <wp:effectExtent l="635" t="1270" r="7620" b="8255"/>
                      <wp:wrapNone/>
                      <wp:docPr id="22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6" type="#_x0000_t202" style="position:absolute;left:0;text-align:left;margin-left:190.85pt;margin-top:226.4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M1S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TjGSpIcaPbPRoXs1onlR+A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3810" r="8255" b="5715"/>
                      <wp:wrapNone/>
                      <wp:docPr id="21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37" type="#_x0000_t202" style="position:absolute;left:0;text-align:left;margin-left:186.3pt;margin-top:241.65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z4U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ZhhJ0kONntno0L0a0bxY+A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270" r="0" b="8255"/>
                      <wp:wrapNone/>
                      <wp:docPr id="20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38" type="#_x0000_t202" style="position:absolute;left:0;text-align:left;margin-left:308.45pt;margin-top:209.95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2877185</wp:posOffset>
                      </wp:positionV>
                      <wp:extent cx="306070" cy="152400"/>
                      <wp:effectExtent l="6350" t="2540" r="1905" b="6985"/>
                      <wp:wrapNone/>
                      <wp:docPr id="19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39" type="#_x0000_t202" style="position:absolute;left:0;text-align:left;margin-left:272.3pt;margin-top:226.55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ujboQIAAFQ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635" r="7620" b="8890"/>
                      <wp:wrapNone/>
                      <wp:docPr id="18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40" type="#_x0000_t202" style="position:absolute;left:0;text-align:left;margin-left:276.35pt;margin-top:240.65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2zPoQ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350" r="5715" b="3175"/>
                      <wp:wrapNone/>
                      <wp:docPr id="17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1" type="#_x0000_t202" style="position:absolute;left:0;text-align:left;margin-left:360.5pt;margin-top:311.6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tH5ogIAAFQ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080" r="4445" b="4445"/>
                      <wp:wrapNone/>
                      <wp:docPr id="16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2" type="#_x0000_t202" style="position:absolute;left:0;text-align:left;margin-left:360.6pt;margin-top:346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JvNoA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Pnwm82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080" r="1270" b="4445"/>
                      <wp:wrapNone/>
                      <wp:docPr id="15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3" type="#_x0000_t202" style="position:absolute;left:0;text-align:left;margin-left:171.1pt;margin-top:135.25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A8TiEq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1905" r="1270" b="7620"/>
                      <wp:wrapNone/>
                      <wp:docPr id="14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4" type="#_x0000_t202" style="position:absolute;left:0;text-align:left;margin-left:302.35pt;margin-top:162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2lYoQ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GoraVi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175" r="6350" b="6350"/>
                      <wp:wrapNone/>
                      <wp:docPr id="13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5" type="#_x0000_t202" style="position:absolute;left:0;text-align:left;margin-left:301.2pt;margin-top:138.8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Rkw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YT&#10;jCTpoEYvbHDoQQ1ovpj6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YJYFyddblR9AEUZBRUHccAkgkWrzDeMeujqEtuv&#10;O2IYRuKd9Kr0YcEYuDTMpbG5NIikAFVih1FcPro4Onba8G0LL8U+kOoelNzwoDIv+RgVMPEGdG7g&#10;dJwyfjRc2sHr1yxc/QQ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DupGTC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3810" r="6350" b="5715"/>
                      <wp:wrapNone/>
                      <wp:docPr id="12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6" type="#_x0000_t202" style="position:absolute;left:0;text-align:left;margin-left:293.7pt;margin-top:109.6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4F7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B2Q4F7oQIAAFM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255" r="1270" b="1270"/>
                      <wp:wrapNone/>
                      <wp:docPr id="11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1A177A" w:rsidRDefault="001A177A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1A177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7" type="#_x0000_t202" style="position:absolute;left:0;text-align:left;margin-left:180.85pt;margin-top:114.5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/UoA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4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1A177A" w:rsidRDefault="001A177A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A177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3810" r="3175" b="5715"/>
                      <wp:wrapNone/>
                      <wp:docPr id="10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48" type="#_x0000_t202" style="position:absolute;left:0;text-align:left;margin-left:189.7pt;margin-top:93.15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AfsHpCgAgAAUw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175" r="3175" b="6350"/>
                      <wp:wrapNone/>
                      <wp:docPr id="9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49" type="#_x0000_t202" style="position:absolute;left:0;text-align:left;margin-left:265.45pt;margin-top:9.8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9xioA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350" r="1905" b="3175"/>
                      <wp:wrapNone/>
                      <wp:docPr id="8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1A177A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0" type="#_x0000_t202" style="position:absolute;left:0;text-align:left;margin-left:282.8pt;margin-top:88.1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1A177A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08E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2540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1" type="#_x0000_t202" style="position:absolute;left:0;text-align:left;margin-left:389.35pt;margin-top:339.25pt;width:124.8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F02F44">
        <w:tc>
          <w:tcPr>
            <w:tcW w:w="1959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35108E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0795" r="6350" b="13335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5D4CF" id="Freeform 704" o:spid="_x0000_s1026" style="position:absolute;margin-left:66.15pt;margin-top:2.2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80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35108E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050" r="33655" b="13335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48604" id="Freeform 707" o:spid="_x0000_s1026" style="position:absolute;margin-left:293.2pt;margin-top:2.9pt;width:26.4pt;height: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5715" r="10795" b="18415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DD75A" id="Freeform 706" o:spid="_x0000_s1026" style="position:absolute;margin-left:198.75pt;margin-top:2.6pt;width:31.15pt;height: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1430" r="10795" b="12700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6101D" id="Freeform 705" o:spid="_x0000_s1026" style="position:absolute;margin-left:137.25pt;margin-top:3.05pt;width:31.15pt;height: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065" r="13335" b="12065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3915C" id="Freeform 703" o:spid="_x0000_s1026" alt="Granite" style="position:absolute;margin-left:52.3pt;margin-top:2.35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35108E" w:rsidRDefault="001A177A" w:rsidP="006C17EB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5108E">
              <w:rPr>
                <w:rFonts w:ascii="Arial" w:hAnsi="Arial" w:cs="Arial"/>
                <w:sz w:val="16"/>
                <w:szCs w:val="16"/>
              </w:rPr>
              <w:t>Previous open AAA repair noted. The distal Aorta and proximal CIA were not visualised bilaterally</w:t>
            </w:r>
            <w:r w:rsidR="006C17EB">
              <w:rPr>
                <w:rFonts w:ascii="Arial" w:hAnsi="Arial" w:cs="Arial"/>
                <w:sz w:val="16"/>
                <w:szCs w:val="16"/>
              </w:rPr>
              <w:t xml:space="preserve"> due to overlying bowel gas, however distal CIA waveforms </w:t>
            </w:r>
            <w:r w:rsidR="006C17EB">
              <w:rPr>
                <w:rFonts w:ascii="Arial" w:hAnsi="Arial" w:cs="Arial"/>
                <w:sz w:val="16"/>
                <w:szCs w:val="16"/>
              </w:rPr>
              <w:t xml:space="preserve">bilaterally </w:t>
            </w:r>
            <w:r w:rsidR="006C17EB">
              <w:rPr>
                <w:rFonts w:ascii="Arial" w:hAnsi="Arial" w:cs="Arial"/>
                <w:sz w:val="16"/>
                <w:szCs w:val="16"/>
              </w:rPr>
              <w:t>do not indicate the presence of significant proximal disease</w:t>
            </w:r>
            <w:r w:rsidRPr="0035108E">
              <w:rPr>
                <w:rFonts w:ascii="Arial" w:hAnsi="Arial" w:cs="Arial"/>
                <w:sz w:val="16"/>
                <w:szCs w:val="16"/>
              </w:rPr>
              <w:t xml:space="preserve">. Mild diffuse </w:t>
            </w:r>
            <w:r w:rsidR="0035108E" w:rsidRPr="0035108E">
              <w:rPr>
                <w:rFonts w:ascii="Arial" w:hAnsi="Arial" w:cs="Arial"/>
                <w:sz w:val="16"/>
                <w:szCs w:val="16"/>
              </w:rPr>
              <w:t>atheroma</w:t>
            </w:r>
            <w:r w:rsidR="006C17EB">
              <w:rPr>
                <w:rFonts w:ascii="Arial" w:hAnsi="Arial" w:cs="Arial"/>
                <w:sz w:val="16"/>
                <w:szCs w:val="16"/>
              </w:rPr>
              <w:t xml:space="preserve"> throughout the EIA bilaterally</w:t>
            </w:r>
            <w:r w:rsidRPr="0035108E">
              <w:rPr>
                <w:rFonts w:ascii="Arial" w:hAnsi="Arial" w:cs="Arial"/>
                <w:sz w:val="16"/>
                <w:szCs w:val="16"/>
              </w:rPr>
              <w:t xml:space="preserve"> with no significant stenosis.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0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35108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/>
                <w:bCs/>
                <w:sz w:val="16"/>
                <w:szCs w:val="16"/>
              </w:rPr>
              <w:t>Right</w:t>
            </w:r>
          </w:p>
        </w:tc>
        <w:tc>
          <w:tcPr>
            <w:tcW w:w="4660" w:type="dxa"/>
            <w:shd w:val="clear" w:color="auto" w:fill="auto"/>
          </w:tcPr>
          <w:p w:rsidR="00556C09" w:rsidRPr="0035108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/>
                <w:bCs/>
                <w:sz w:val="16"/>
                <w:szCs w:val="16"/>
              </w:rPr>
              <w:t>Left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0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35108E" w:rsidRDefault="001A177A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Patent. Mild diffuse atheroma with no significant stenosis seen.</w:t>
            </w:r>
          </w:p>
        </w:tc>
        <w:tc>
          <w:tcPr>
            <w:tcW w:w="4660" w:type="dxa"/>
            <w:shd w:val="clear" w:color="auto" w:fill="auto"/>
          </w:tcPr>
          <w:p w:rsidR="00556C09" w:rsidRPr="0035108E" w:rsidRDefault="001A177A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Patent. Mild diffuse atheroma with no significant stenosis seen.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C639D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="00C639DF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0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35108E" w:rsidRDefault="001A177A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Patent</w:t>
            </w:r>
            <w:r w:rsidR="0035108E">
              <w:rPr>
                <w:rFonts w:ascii="Arial" w:hAnsi="Arial"/>
                <w:bCs/>
                <w:sz w:val="16"/>
                <w:szCs w:val="16"/>
              </w:rPr>
              <w:t xml:space="preserve"> at origin</w:t>
            </w:r>
            <w:r w:rsidRPr="0035108E">
              <w:rPr>
                <w:rFonts w:ascii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4660" w:type="dxa"/>
            <w:shd w:val="clear" w:color="auto" w:fill="auto"/>
          </w:tcPr>
          <w:p w:rsidR="00556C09" w:rsidRPr="0035108E" w:rsidRDefault="001A177A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Patent</w:t>
            </w:r>
            <w:r w:rsidR="0035108E">
              <w:rPr>
                <w:rFonts w:ascii="Arial" w:hAnsi="Arial"/>
                <w:bCs/>
                <w:sz w:val="16"/>
                <w:szCs w:val="16"/>
              </w:rPr>
              <w:t xml:space="preserve"> at origin</w:t>
            </w:r>
            <w:r w:rsidRPr="0035108E">
              <w:rPr>
                <w:rFonts w:ascii="Arial" w:hAnsi="Arial"/>
                <w:bCs/>
                <w:sz w:val="16"/>
                <w:szCs w:val="16"/>
              </w:rPr>
              <w:t>.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0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35108E" w:rsidRDefault="001A177A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Patent. Mild diffuse atheroma with no significant stenosis seen.</w:t>
            </w:r>
          </w:p>
        </w:tc>
        <w:tc>
          <w:tcPr>
            <w:tcW w:w="4660" w:type="dxa"/>
            <w:shd w:val="clear" w:color="auto" w:fill="auto"/>
          </w:tcPr>
          <w:p w:rsidR="00556C09" w:rsidRPr="0035108E" w:rsidRDefault="001A177A" w:rsidP="00ED7FB3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 xml:space="preserve">Patent. </w:t>
            </w:r>
            <w:r w:rsidR="00ED7FB3">
              <w:rPr>
                <w:rFonts w:ascii="Arial" w:hAnsi="Arial"/>
                <w:bCs/>
                <w:sz w:val="16"/>
                <w:szCs w:val="16"/>
              </w:rPr>
              <w:t>50-74% mid SFA</w:t>
            </w:r>
            <w:r w:rsidR="00F02F44">
              <w:rPr>
                <w:rFonts w:ascii="Arial" w:hAnsi="Arial"/>
                <w:bCs/>
                <w:sz w:val="16"/>
                <w:szCs w:val="16"/>
              </w:rPr>
              <w:t xml:space="preserve"> focal</w:t>
            </w:r>
            <w:r w:rsidR="00ED7FB3">
              <w:rPr>
                <w:rFonts w:ascii="Arial" w:hAnsi="Arial"/>
                <w:bCs/>
                <w:sz w:val="16"/>
                <w:szCs w:val="16"/>
              </w:rPr>
              <w:t xml:space="preserve"> stenosis. </w:t>
            </w:r>
            <w:r w:rsidRPr="0035108E">
              <w:rPr>
                <w:rFonts w:ascii="Arial" w:hAnsi="Arial"/>
                <w:bCs/>
                <w:sz w:val="16"/>
                <w:szCs w:val="16"/>
              </w:rPr>
              <w:t>Mild diffuse atheroma</w:t>
            </w:r>
            <w:r w:rsidR="00ED7FB3">
              <w:rPr>
                <w:rFonts w:ascii="Arial" w:hAnsi="Arial"/>
                <w:bCs/>
                <w:sz w:val="16"/>
                <w:szCs w:val="16"/>
              </w:rPr>
              <w:t>.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30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35108E" w:rsidRDefault="001A177A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Patent. Mild diffuse atheroma with no significant stenosis seen. The Popliteal division and the TPT was not visualised</w:t>
            </w:r>
            <w:r w:rsidR="00F02F44">
              <w:rPr>
                <w:rFonts w:ascii="Arial" w:hAnsi="Arial"/>
                <w:bCs/>
                <w:sz w:val="16"/>
                <w:szCs w:val="16"/>
              </w:rPr>
              <w:t xml:space="preserve"> due to the limited patient mobility</w:t>
            </w:r>
            <w:r w:rsidRPr="0035108E">
              <w:rPr>
                <w:rFonts w:ascii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4660" w:type="dxa"/>
            <w:shd w:val="clear" w:color="auto" w:fill="auto"/>
          </w:tcPr>
          <w:p w:rsidR="00556C09" w:rsidRPr="0035108E" w:rsidRDefault="001A177A" w:rsidP="000E4E18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/>
                <w:bCs/>
                <w:sz w:val="16"/>
                <w:szCs w:val="16"/>
              </w:rPr>
              <w:t>A 2.2cm length of the left Popliteal artery is aneurysmal, measuring 1.4cm in diameter (OTO).</w:t>
            </w:r>
            <w:r w:rsidR="000E4E18">
              <w:rPr>
                <w:rFonts w:ascii="Arial" w:hAnsi="Arial"/>
                <w:bCs/>
                <w:sz w:val="16"/>
                <w:szCs w:val="16"/>
              </w:rPr>
              <w:t xml:space="preserve"> The aneurysmal section</w:t>
            </w:r>
            <w:r w:rsidRPr="0035108E">
              <w:rPr>
                <w:rFonts w:ascii="Arial" w:hAnsi="Arial"/>
                <w:bCs/>
                <w:sz w:val="16"/>
                <w:szCs w:val="16"/>
              </w:rPr>
              <w:t xml:space="preserve"> is patent with no intraluminal thrombus. Mild atheroma</w:t>
            </w:r>
            <w:r w:rsidR="000E4E18">
              <w:rPr>
                <w:rFonts w:ascii="Arial" w:hAnsi="Arial"/>
                <w:bCs/>
                <w:sz w:val="16"/>
                <w:szCs w:val="16"/>
              </w:rPr>
              <w:t xml:space="preserve"> is present proximally</w:t>
            </w:r>
            <w:bookmarkStart w:id="0" w:name="_GoBack"/>
            <w:bookmarkEnd w:id="0"/>
            <w:r w:rsidR="000E4E18">
              <w:rPr>
                <w:rFonts w:ascii="Arial" w:hAnsi="Arial"/>
                <w:bCs/>
                <w:sz w:val="16"/>
                <w:szCs w:val="16"/>
              </w:rPr>
              <w:t xml:space="preserve"> with no significant stenosis seen. </w:t>
            </w:r>
            <w:r w:rsidRPr="0035108E">
              <w:rPr>
                <w:rFonts w:ascii="Arial" w:hAnsi="Arial"/>
                <w:bCs/>
                <w:sz w:val="16"/>
                <w:szCs w:val="16"/>
              </w:rPr>
              <w:t>The Popliteal division and the TPT was not visualised</w:t>
            </w:r>
            <w:r w:rsidR="00F02F44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F02F44">
              <w:rPr>
                <w:rFonts w:ascii="Arial" w:hAnsi="Arial"/>
                <w:bCs/>
                <w:sz w:val="16"/>
                <w:szCs w:val="16"/>
              </w:rPr>
              <w:t>due to the limited patient mobility</w:t>
            </w:r>
            <w:r w:rsidR="00F02F44" w:rsidRPr="0035108E">
              <w:rPr>
                <w:rFonts w:ascii="Arial" w:hAnsi="Arial"/>
                <w:bCs/>
                <w:sz w:val="16"/>
                <w:szCs w:val="16"/>
              </w:rPr>
              <w:t>.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725A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30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35108E" w:rsidRDefault="0035108E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3 vessel flow seen to cross the ankle. Mild calcification with no significant stenosis seen.</w:t>
            </w:r>
          </w:p>
        </w:tc>
        <w:tc>
          <w:tcPr>
            <w:tcW w:w="4660" w:type="dxa"/>
            <w:shd w:val="clear" w:color="auto" w:fill="auto"/>
          </w:tcPr>
          <w:p w:rsidR="00556C09" w:rsidRPr="0035108E" w:rsidRDefault="0035108E" w:rsidP="0035108E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35108E">
              <w:rPr>
                <w:rFonts w:ascii="Arial" w:hAnsi="Arial"/>
                <w:bCs/>
                <w:sz w:val="16"/>
                <w:szCs w:val="16"/>
              </w:rPr>
              <w:t>3 vessel flow seen to cross the ankle. 50-74% proximal PTA stenosis. Mild diffuse calcification.</w:t>
            </w:r>
          </w:p>
        </w:tc>
      </w:tr>
      <w:tr w:rsidR="00556C09" w:rsidRPr="001B1BC9" w:rsidTr="00F02F44">
        <w:trPr>
          <w:gridAfter w:val="1"/>
          <w:wAfter w:w="13" w:type="dxa"/>
        </w:trPr>
        <w:tc>
          <w:tcPr>
            <w:tcW w:w="195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C46D06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D06" w:rsidRDefault="00C46D06">
      <w:r>
        <w:separator/>
      </w:r>
    </w:p>
  </w:endnote>
  <w:endnote w:type="continuationSeparator" w:id="0">
    <w:p w:rsidR="00C46D06" w:rsidRDefault="00C4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D06" w:rsidRDefault="00C46D06">
      <w:r>
        <w:separator/>
      </w:r>
    </w:p>
  </w:footnote>
  <w:footnote w:type="continuationSeparator" w:id="0">
    <w:p w:rsidR="00C46D06" w:rsidRDefault="00C4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35108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4760595</wp:posOffset>
          </wp:positionH>
          <wp:positionV relativeFrom="paragraph">
            <wp:posOffset>-33020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8193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06"/>
    <w:rsid w:val="000263C9"/>
    <w:rsid w:val="00082FF5"/>
    <w:rsid w:val="000A3239"/>
    <w:rsid w:val="000D445E"/>
    <w:rsid w:val="000E4E18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A177A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08E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E7AE7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C17EB"/>
    <w:rsid w:val="006D3249"/>
    <w:rsid w:val="00727077"/>
    <w:rsid w:val="00746C88"/>
    <w:rsid w:val="00763F8D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5493A"/>
    <w:rsid w:val="00B67AFA"/>
    <w:rsid w:val="00B95513"/>
    <w:rsid w:val="00B97FDC"/>
    <w:rsid w:val="00BF0BB8"/>
    <w:rsid w:val="00C07BB1"/>
    <w:rsid w:val="00C37C13"/>
    <w:rsid w:val="00C4581A"/>
    <w:rsid w:val="00C46C3E"/>
    <w:rsid w:val="00C46D06"/>
    <w:rsid w:val="00C47CD3"/>
    <w:rsid w:val="00C639DF"/>
    <w:rsid w:val="00C73B47"/>
    <w:rsid w:val="00C82D8F"/>
    <w:rsid w:val="00C9350C"/>
    <w:rsid w:val="00CC6657"/>
    <w:rsid w:val="00CD6ED9"/>
    <w:rsid w:val="00CD7188"/>
    <w:rsid w:val="00CE3196"/>
    <w:rsid w:val="00D131E3"/>
    <w:rsid w:val="00D2400C"/>
    <w:rsid w:val="00D30790"/>
    <w:rsid w:val="00D34D9F"/>
    <w:rsid w:val="00D42CEC"/>
    <w:rsid w:val="00D55F21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D259E"/>
    <w:rsid w:val="00ED7FB3"/>
    <w:rsid w:val="00EE0BE3"/>
    <w:rsid w:val="00EF0372"/>
    <w:rsid w:val="00F02F44"/>
    <w:rsid w:val="00F1282A"/>
    <w:rsid w:val="00F476E7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5C7F7E7"/>
  <w15:chartTrackingRefBased/>
  <w15:docId w15:val="{4F852849-6236-42D3-B8C0-26D89CAD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763F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63F8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Arterial%20Bila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Bilat LEA</Template>
  <TotalTime>6</TotalTime>
  <Pages>2</Pages>
  <Words>248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8</cp:revision>
  <cp:lastPrinted>2020-08-12T14:12:00Z</cp:lastPrinted>
  <dcterms:created xsi:type="dcterms:W3CDTF">2020-08-12T07:37:00Z</dcterms:created>
  <dcterms:modified xsi:type="dcterms:W3CDTF">2020-08-14T08:25:00Z</dcterms:modified>
  <cp:category>Patient Report</cp:category>
</cp:coreProperties>
</file>